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01E6" w14:textId="4936C8C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A1E9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A1E97">
        <w:rPr>
          <w:rFonts w:ascii="Corbel" w:hAnsi="Corbel"/>
          <w:bCs/>
          <w:i/>
        </w:rPr>
        <w:t>23</w:t>
      </w:r>
    </w:p>
    <w:p w14:paraId="5F22CD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DA66BF" w14:textId="77777777" w:rsidR="0013598F" w:rsidRDefault="0071620A" w:rsidP="0013598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3598F">
        <w:rPr>
          <w:rFonts w:ascii="Corbel" w:hAnsi="Corbel"/>
          <w:i/>
          <w:smallCaps/>
          <w:sz w:val="24"/>
          <w:szCs w:val="24"/>
        </w:rPr>
        <w:t>2024-2027</w:t>
      </w:r>
    </w:p>
    <w:p w14:paraId="553AB44E" w14:textId="73876FD6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823F17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5F38055" w14:textId="57DE976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86254C">
        <w:rPr>
          <w:rFonts w:ascii="Corbel" w:hAnsi="Corbel"/>
          <w:sz w:val="20"/>
          <w:szCs w:val="20"/>
        </w:rPr>
        <w:t>202</w:t>
      </w:r>
      <w:r w:rsidR="0013598F">
        <w:rPr>
          <w:rFonts w:ascii="Corbel" w:hAnsi="Corbel"/>
          <w:sz w:val="20"/>
          <w:szCs w:val="20"/>
        </w:rPr>
        <w:t>5</w:t>
      </w:r>
      <w:r w:rsidR="0086254C">
        <w:rPr>
          <w:rFonts w:ascii="Corbel" w:hAnsi="Corbel"/>
          <w:sz w:val="20"/>
          <w:szCs w:val="20"/>
        </w:rPr>
        <w:t>/202</w:t>
      </w:r>
      <w:r w:rsidR="0013598F">
        <w:rPr>
          <w:rFonts w:ascii="Corbel" w:hAnsi="Corbel"/>
          <w:sz w:val="20"/>
          <w:szCs w:val="20"/>
        </w:rPr>
        <w:t>6</w:t>
      </w:r>
    </w:p>
    <w:p w14:paraId="098EFA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28D3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CBE170" w14:textId="77777777" w:rsidTr="00B819C8">
        <w:tc>
          <w:tcPr>
            <w:tcW w:w="2694" w:type="dxa"/>
            <w:vAlign w:val="center"/>
          </w:tcPr>
          <w:p w14:paraId="3242E0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B2008C" w14:textId="77777777" w:rsidR="0085747A" w:rsidRPr="004471E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14:paraId="498A7D91" w14:textId="77777777" w:rsidTr="00B819C8">
        <w:tc>
          <w:tcPr>
            <w:tcW w:w="2694" w:type="dxa"/>
            <w:vAlign w:val="center"/>
          </w:tcPr>
          <w:p w14:paraId="0D9452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3605D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3E52D7FC" w14:textId="77777777" w:rsidTr="00B819C8">
        <w:tc>
          <w:tcPr>
            <w:tcW w:w="2694" w:type="dxa"/>
            <w:vAlign w:val="center"/>
          </w:tcPr>
          <w:p w14:paraId="60FFFE90" w14:textId="03F90497" w:rsidR="003145B2" w:rsidRPr="009C54AE" w:rsidRDefault="007A6F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145B2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314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D5C0D0" w14:textId="3A7805DC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71D640E5" w14:textId="77777777" w:rsidTr="00B819C8">
        <w:tc>
          <w:tcPr>
            <w:tcW w:w="2694" w:type="dxa"/>
            <w:vAlign w:val="center"/>
          </w:tcPr>
          <w:p w14:paraId="0B34B205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9E2AA0" w14:textId="7503D386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0EC057A" w14:textId="77777777" w:rsidTr="00B819C8">
        <w:tc>
          <w:tcPr>
            <w:tcW w:w="2694" w:type="dxa"/>
            <w:vAlign w:val="center"/>
          </w:tcPr>
          <w:p w14:paraId="43848C4C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072A3B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7CF9CD3C" w14:textId="77777777" w:rsidTr="00B819C8">
        <w:tc>
          <w:tcPr>
            <w:tcW w:w="2694" w:type="dxa"/>
            <w:vAlign w:val="center"/>
          </w:tcPr>
          <w:p w14:paraId="599B16AD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C1C044" w14:textId="0ACFA103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AC7D7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14:paraId="589CCF5B" w14:textId="77777777" w:rsidTr="00B819C8">
        <w:tc>
          <w:tcPr>
            <w:tcW w:w="2694" w:type="dxa"/>
            <w:vAlign w:val="center"/>
          </w:tcPr>
          <w:p w14:paraId="16438384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9173A" w14:textId="02E2E344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145B2" w:rsidRPr="009C54AE" w14:paraId="2F2C741F" w14:textId="77777777" w:rsidTr="00B819C8">
        <w:tc>
          <w:tcPr>
            <w:tcW w:w="2694" w:type="dxa"/>
            <w:vAlign w:val="center"/>
          </w:tcPr>
          <w:p w14:paraId="12CBB43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CE94BA" w14:textId="67F492EB" w:rsidR="003145B2" w:rsidRPr="00993173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5469E7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372B76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3145B2" w:rsidRPr="009C54AE" w14:paraId="3499DD82" w14:textId="77777777" w:rsidTr="00B819C8">
        <w:tc>
          <w:tcPr>
            <w:tcW w:w="2694" w:type="dxa"/>
            <w:vAlign w:val="center"/>
          </w:tcPr>
          <w:p w14:paraId="576F86D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53EDF" w14:textId="4AFD92CD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AC7D7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22908459" w14:textId="77777777" w:rsidTr="00B819C8">
        <w:tc>
          <w:tcPr>
            <w:tcW w:w="2694" w:type="dxa"/>
            <w:vAlign w:val="center"/>
          </w:tcPr>
          <w:p w14:paraId="0DD39EA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AC2D1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1619DDFF" w14:textId="77777777" w:rsidTr="00B819C8">
        <w:tc>
          <w:tcPr>
            <w:tcW w:w="2694" w:type="dxa"/>
            <w:vAlign w:val="center"/>
          </w:tcPr>
          <w:p w14:paraId="1D321B8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7EC88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734FB37F" w14:textId="77777777" w:rsidTr="00B819C8">
        <w:tc>
          <w:tcPr>
            <w:tcW w:w="2694" w:type="dxa"/>
            <w:vAlign w:val="center"/>
          </w:tcPr>
          <w:p w14:paraId="7966492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10CB2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0EAF2917" w14:textId="77777777" w:rsidTr="00B819C8">
        <w:tc>
          <w:tcPr>
            <w:tcW w:w="2694" w:type="dxa"/>
            <w:vAlign w:val="center"/>
          </w:tcPr>
          <w:p w14:paraId="53A5FE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2C0B0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C817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3189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77F8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96DB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57E95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80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97CAA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C0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E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4E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AD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A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2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12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A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12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E73667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A48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FE14" w14:textId="452D4E94" w:rsidR="00F66565" w:rsidRPr="009C54AE" w:rsidRDefault="003A3023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04BA" w14:textId="4CD72D13" w:rsidR="00F66565" w:rsidRPr="009C54AE" w:rsidRDefault="003A3023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E0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E9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A7D5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EB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FFD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1BB7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220F" w14:textId="77777777" w:rsidR="00F66565" w:rsidRPr="009C54AE" w:rsidRDefault="0086254C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2F25A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C4F8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4B9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C85804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E557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5B10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3F6A1" w14:textId="1B7D6B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A6F4E">
        <w:rPr>
          <w:rFonts w:ascii="Corbel" w:hAnsi="Corbel"/>
          <w:smallCaps w:val="0"/>
          <w:szCs w:val="24"/>
        </w:rPr>
        <w:t xml:space="preserve">zaliczenie </w:t>
      </w:r>
      <w:r w:rsidR="003A3023">
        <w:rPr>
          <w:rFonts w:ascii="Corbel" w:hAnsi="Corbel"/>
          <w:smallCaps w:val="0"/>
          <w:szCs w:val="24"/>
        </w:rPr>
        <w:t>z oceną</w:t>
      </w:r>
    </w:p>
    <w:p w14:paraId="0299368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DFA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05E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A64428" w14:textId="77777777" w:rsidTr="00745302">
        <w:tc>
          <w:tcPr>
            <w:tcW w:w="9670" w:type="dxa"/>
          </w:tcPr>
          <w:p w14:paraId="1DF860CC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719188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2A91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0AFA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276A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FED47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407A4F8D" w14:textId="77777777" w:rsidTr="007F11A4">
        <w:tc>
          <w:tcPr>
            <w:tcW w:w="851" w:type="dxa"/>
            <w:vAlign w:val="center"/>
          </w:tcPr>
          <w:p w14:paraId="60298D01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34CE9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20C73033" w14:textId="77777777" w:rsidTr="007F11A4">
        <w:tc>
          <w:tcPr>
            <w:tcW w:w="851" w:type="dxa"/>
            <w:vAlign w:val="center"/>
          </w:tcPr>
          <w:p w14:paraId="2F4AA3F3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D805EF1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1490D68B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38346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4591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9B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2E9EF92" w14:textId="77777777" w:rsidTr="0071620A">
        <w:tc>
          <w:tcPr>
            <w:tcW w:w="1701" w:type="dxa"/>
            <w:vAlign w:val="center"/>
          </w:tcPr>
          <w:p w14:paraId="498334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728D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AB5F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0159DE0D" w14:textId="77777777" w:rsidTr="005E6E85">
        <w:tc>
          <w:tcPr>
            <w:tcW w:w="1701" w:type="dxa"/>
          </w:tcPr>
          <w:p w14:paraId="239889D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AC9F27" w14:textId="3D4E1FA5" w:rsidR="007A6F4E" w:rsidRDefault="007A6F4E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2DEC8965" w14:textId="15D1F4E4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65FB970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7F287218" w14:textId="77777777" w:rsidTr="005E6E85">
        <w:tc>
          <w:tcPr>
            <w:tcW w:w="1701" w:type="dxa"/>
          </w:tcPr>
          <w:p w14:paraId="6FA83C7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246D5C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484366B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1FB0FA39" w14:textId="77777777" w:rsidTr="005E6E85">
        <w:tc>
          <w:tcPr>
            <w:tcW w:w="1701" w:type="dxa"/>
          </w:tcPr>
          <w:p w14:paraId="4DAE1102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CF512B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169B77D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48B4FC76" w14:textId="77777777" w:rsidTr="005E6E85">
        <w:tc>
          <w:tcPr>
            <w:tcW w:w="1701" w:type="dxa"/>
          </w:tcPr>
          <w:p w14:paraId="637C1EF1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BBBF345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470713C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624629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CF11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79AB43" w14:textId="4B4DC0C8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78129A">
        <w:rPr>
          <w:rFonts w:ascii="Corbel" w:hAnsi="Corbel"/>
          <w:sz w:val="24"/>
          <w:szCs w:val="24"/>
        </w:rPr>
        <w:t>ćwiczeń</w:t>
      </w:r>
    </w:p>
    <w:p w14:paraId="2DAC14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FB77D48" w14:textId="77777777" w:rsidTr="00923D7D">
        <w:tc>
          <w:tcPr>
            <w:tcW w:w="9639" w:type="dxa"/>
          </w:tcPr>
          <w:p w14:paraId="3D8C702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45C88AA5" w14:textId="77777777" w:rsidTr="00923D7D">
        <w:tc>
          <w:tcPr>
            <w:tcW w:w="9639" w:type="dxa"/>
          </w:tcPr>
          <w:p w14:paraId="4D4E09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B6C5AA5" w14:textId="77777777" w:rsidTr="00923D7D">
        <w:tc>
          <w:tcPr>
            <w:tcW w:w="9639" w:type="dxa"/>
          </w:tcPr>
          <w:p w14:paraId="397BBF72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78E872A9" w14:textId="77777777" w:rsidTr="00923D7D">
        <w:tc>
          <w:tcPr>
            <w:tcW w:w="9639" w:type="dxa"/>
          </w:tcPr>
          <w:p w14:paraId="66DE4AC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FD9D618" w14:textId="77777777" w:rsidTr="00923D7D">
        <w:tc>
          <w:tcPr>
            <w:tcW w:w="9639" w:type="dxa"/>
          </w:tcPr>
          <w:p w14:paraId="0883B595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7D14F1E4" w14:textId="77777777" w:rsidTr="00923D7D">
        <w:tc>
          <w:tcPr>
            <w:tcW w:w="9639" w:type="dxa"/>
          </w:tcPr>
          <w:p w14:paraId="22F71CB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72CEE0A8" w14:textId="77777777" w:rsidTr="00923D7D">
        <w:tc>
          <w:tcPr>
            <w:tcW w:w="9639" w:type="dxa"/>
          </w:tcPr>
          <w:p w14:paraId="2790A321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2233AB56" w14:textId="77777777" w:rsidTr="00923D7D">
        <w:tc>
          <w:tcPr>
            <w:tcW w:w="9639" w:type="dxa"/>
          </w:tcPr>
          <w:p w14:paraId="058D8BAA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3340CD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061D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9EB6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C5F741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1AB55BF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0505782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lastRenderedPageBreak/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3DDE2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40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844FA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EFFA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15C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217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61533C5" w14:textId="77777777" w:rsidTr="007B6AF1">
        <w:tc>
          <w:tcPr>
            <w:tcW w:w="1962" w:type="dxa"/>
            <w:vAlign w:val="center"/>
          </w:tcPr>
          <w:p w14:paraId="4EA6FE7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77D9C4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E264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387E1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4B19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43C721CF" w14:textId="77777777" w:rsidTr="007B6AF1">
        <w:tc>
          <w:tcPr>
            <w:tcW w:w="1962" w:type="dxa"/>
          </w:tcPr>
          <w:p w14:paraId="26700640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2AC9E7E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23490810" w14:textId="6F1C86F9" w:rsidR="00077389" w:rsidRPr="007B6AF1" w:rsidRDefault="003A3023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3023" w:rsidRPr="009C54AE" w14:paraId="023E4043" w14:textId="77777777" w:rsidTr="007B6AF1">
        <w:tc>
          <w:tcPr>
            <w:tcW w:w="1962" w:type="dxa"/>
          </w:tcPr>
          <w:p w14:paraId="4968CD6D" w14:textId="77777777" w:rsidR="003A3023" w:rsidRPr="009C54AE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49DB686" w14:textId="77777777" w:rsidR="003A3023" w:rsidRPr="00A707E4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1700A0C" w14:textId="4CA7D94F" w:rsidR="003A3023" w:rsidRPr="007B6AF1" w:rsidRDefault="003A3023" w:rsidP="003A302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3023" w:rsidRPr="009C54AE" w14:paraId="30F31085" w14:textId="77777777" w:rsidTr="007B6AF1">
        <w:tc>
          <w:tcPr>
            <w:tcW w:w="1962" w:type="dxa"/>
          </w:tcPr>
          <w:p w14:paraId="2933EBE9" w14:textId="77777777" w:rsidR="003A3023" w:rsidRPr="009C54AE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7EE0B82" w14:textId="77777777" w:rsidR="003A3023" w:rsidRPr="00A707E4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23C5E1C" w14:textId="777A7412" w:rsidR="003A3023" w:rsidRPr="007B6AF1" w:rsidRDefault="003A3023" w:rsidP="003A302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3023" w:rsidRPr="009C54AE" w14:paraId="670D09F2" w14:textId="77777777" w:rsidTr="007B6AF1">
        <w:tc>
          <w:tcPr>
            <w:tcW w:w="1962" w:type="dxa"/>
          </w:tcPr>
          <w:p w14:paraId="77CD8891" w14:textId="77777777" w:rsidR="003A3023" w:rsidRPr="009C54AE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2FD231B" w14:textId="77777777" w:rsidR="003A3023" w:rsidRPr="00A707E4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6438832C" w14:textId="28701FB4" w:rsidR="003A3023" w:rsidRPr="007B6AF1" w:rsidRDefault="003A3023" w:rsidP="003A302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A4376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175E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B4F2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4FFFF1" w14:textId="77777777" w:rsidTr="00923D7D">
        <w:tc>
          <w:tcPr>
            <w:tcW w:w="9670" w:type="dxa"/>
          </w:tcPr>
          <w:p w14:paraId="6986936A" w14:textId="77777777" w:rsidR="0085747A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  <w:p w14:paraId="2FD2067F" w14:textId="6CF7A693" w:rsidR="00947598" w:rsidRPr="009C54AE" w:rsidRDefault="00947598" w:rsidP="009475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Ocena pozytywna-50/51% realizacji efektów kształcenia w zakresie wiedzy, umiejętności oraz kompetencji społecznych.</w:t>
            </w:r>
          </w:p>
        </w:tc>
      </w:tr>
    </w:tbl>
    <w:p w14:paraId="431A9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6258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7BD0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B5EA64" w14:textId="77777777" w:rsidTr="003E1941">
        <w:tc>
          <w:tcPr>
            <w:tcW w:w="4962" w:type="dxa"/>
            <w:vAlign w:val="center"/>
          </w:tcPr>
          <w:p w14:paraId="50EAE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AC29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560029D2" w14:textId="77777777" w:rsidTr="00923D7D">
        <w:tc>
          <w:tcPr>
            <w:tcW w:w="4962" w:type="dxa"/>
          </w:tcPr>
          <w:p w14:paraId="16EDB5C7" w14:textId="55C14572" w:rsidR="00BC5887" w:rsidRPr="004471E2" w:rsidRDefault="00BC5887" w:rsidP="006A1E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386356A7" w14:textId="77777777"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14:paraId="0CD28D8D" w14:textId="77777777" w:rsidTr="00923D7D">
        <w:tc>
          <w:tcPr>
            <w:tcW w:w="4962" w:type="dxa"/>
          </w:tcPr>
          <w:p w14:paraId="5F513F5E" w14:textId="77777777"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AF8F06F" w14:textId="77777777"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2CB2C2" w14:textId="3C944C8C" w:rsidR="00BC5887" w:rsidRPr="00A707E4" w:rsidRDefault="00F762A3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5887" w:rsidRPr="009C54AE" w14:paraId="55D92FA7" w14:textId="77777777" w:rsidTr="00923D7D">
        <w:tc>
          <w:tcPr>
            <w:tcW w:w="4962" w:type="dxa"/>
          </w:tcPr>
          <w:p w14:paraId="048D223C" w14:textId="7920C7CB"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71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71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A6F4E">
              <w:rPr>
                <w:rFonts w:ascii="Corbel" w:hAnsi="Corbel"/>
                <w:sz w:val="24"/>
                <w:szCs w:val="24"/>
              </w:rPr>
              <w:t>:</w:t>
            </w:r>
          </w:p>
          <w:p w14:paraId="4768712B" w14:textId="0522FB16" w:rsidR="007A6F4E" w:rsidRDefault="007A6F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C5887"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66FA44" w14:textId="77EB1B92" w:rsidR="00BC5887" w:rsidRPr="004471E2" w:rsidRDefault="007A6F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</w:t>
            </w:r>
            <w:r w:rsidR="00C512E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F04F817" w14:textId="095E8122" w:rsidR="00BC5887" w:rsidRDefault="0086254C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762A3">
              <w:rPr>
                <w:rFonts w:ascii="Corbel" w:hAnsi="Corbel"/>
                <w:sz w:val="24"/>
                <w:szCs w:val="24"/>
              </w:rPr>
              <w:t>2</w:t>
            </w:r>
            <w:r w:rsidR="004E1314">
              <w:rPr>
                <w:rFonts w:ascii="Corbel" w:hAnsi="Corbel"/>
                <w:sz w:val="24"/>
                <w:szCs w:val="24"/>
              </w:rPr>
              <w:t>:</w:t>
            </w:r>
          </w:p>
          <w:p w14:paraId="533389CD" w14:textId="77777777" w:rsidR="00C512E0" w:rsidRDefault="00C512E0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846EAC8" w14:textId="52272702" w:rsidR="00C512E0" w:rsidRDefault="00F762A3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A9BCB75" w14:textId="6446EE26" w:rsidR="00C512E0" w:rsidRPr="00A707E4" w:rsidRDefault="00C512E0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762A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C5887" w:rsidRPr="009C54AE" w14:paraId="36EF790C" w14:textId="77777777" w:rsidTr="00923D7D">
        <w:tc>
          <w:tcPr>
            <w:tcW w:w="4962" w:type="dxa"/>
          </w:tcPr>
          <w:p w14:paraId="080605F1" w14:textId="77777777"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1EB415" w14:textId="77777777" w:rsidR="00BC5887" w:rsidRPr="00A707E4" w:rsidRDefault="0086254C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C5887" w:rsidRPr="009C54AE" w14:paraId="40522757" w14:textId="77777777" w:rsidTr="00923D7D">
        <w:tc>
          <w:tcPr>
            <w:tcW w:w="4962" w:type="dxa"/>
          </w:tcPr>
          <w:p w14:paraId="1C039F06" w14:textId="77777777"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85E9A" w14:textId="77777777" w:rsidR="00BC5887" w:rsidRPr="00A707E4" w:rsidRDefault="0086254C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BC15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A27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B56B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0E7E8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4220FA" w14:textId="77777777" w:rsidTr="0071620A">
        <w:trPr>
          <w:trHeight w:val="397"/>
        </w:trPr>
        <w:tc>
          <w:tcPr>
            <w:tcW w:w="3544" w:type="dxa"/>
          </w:tcPr>
          <w:p w14:paraId="7BC018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7F2F31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5F924A" w14:textId="77777777" w:rsidTr="0071620A">
        <w:trPr>
          <w:trHeight w:val="397"/>
        </w:trPr>
        <w:tc>
          <w:tcPr>
            <w:tcW w:w="3544" w:type="dxa"/>
          </w:tcPr>
          <w:p w14:paraId="30F7D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F8A1AF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47BE0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189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1AFB2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F9F2D" w14:textId="77777777" w:rsidTr="0071620A">
        <w:trPr>
          <w:trHeight w:val="397"/>
        </w:trPr>
        <w:tc>
          <w:tcPr>
            <w:tcW w:w="7513" w:type="dxa"/>
          </w:tcPr>
          <w:p w14:paraId="3C68E37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EB07CD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970676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lastRenderedPageBreak/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41BF67E2" w14:textId="77777777" w:rsidTr="0071620A">
        <w:trPr>
          <w:trHeight w:val="397"/>
        </w:trPr>
        <w:tc>
          <w:tcPr>
            <w:tcW w:w="7513" w:type="dxa"/>
          </w:tcPr>
          <w:p w14:paraId="2AEA7809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00BC05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5DDDD577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2253219B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6A3D0395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67013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18C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1D5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09164" w14:textId="77777777" w:rsidR="005E0C68" w:rsidRDefault="005E0C68" w:rsidP="00C16ABF">
      <w:pPr>
        <w:spacing w:after="0" w:line="240" w:lineRule="auto"/>
      </w:pPr>
      <w:r>
        <w:separator/>
      </w:r>
    </w:p>
  </w:endnote>
  <w:endnote w:type="continuationSeparator" w:id="0">
    <w:p w14:paraId="00026852" w14:textId="77777777" w:rsidR="005E0C68" w:rsidRDefault="005E0C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9DE42" w14:textId="77777777" w:rsidR="005E0C68" w:rsidRDefault="005E0C68" w:rsidP="00C16ABF">
      <w:pPr>
        <w:spacing w:after="0" w:line="240" w:lineRule="auto"/>
      </w:pPr>
      <w:r>
        <w:separator/>
      </w:r>
    </w:p>
  </w:footnote>
  <w:footnote w:type="continuationSeparator" w:id="0">
    <w:p w14:paraId="04B4482E" w14:textId="77777777" w:rsidR="005E0C68" w:rsidRDefault="005E0C68" w:rsidP="00C16ABF">
      <w:pPr>
        <w:spacing w:after="0" w:line="240" w:lineRule="auto"/>
      </w:pPr>
      <w:r>
        <w:continuationSeparator/>
      </w:r>
    </w:p>
  </w:footnote>
  <w:footnote w:id="1">
    <w:p w14:paraId="2AFF67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87ADE"/>
    <w:rsid w:val="00090B37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98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522"/>
    <w:rsid w:val="00363F78"/>
    <w:rsid w:val="00372B76"/>
    <w:rsid w:val="003A0A5B"/>
    <w:rsid w:val="003A1176"/>
    <w:rsid w:val="003A3023"/>
    <w:rsid w:val="003C04AA"/>
    <w:rsid w:val="003C0BAE"/>
    <w:rsid w:val="003D18A9"/>
    <w:rsid w:val="003D6CE2"/>
    <w:rsid w:val="003E1941"/>
    <w:rsid w:val="003E2FE6"/>
    <w:rsid w:val="003E49D5"/>
    <w:rsid w:val="003F38C0"/>
    <w:rsid w:val="003F7CDB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471E2"/>
    <w:rsid w:val="0045729E"/>
    <w:rsid w:val="00461EFC"/>
    <w:rsid w:val="004652C2"/>
    <w:rsid w:val="004706D1"/>
    <w:rsid w:val="00471326"/>
    <w:rsid w:val="00471B8D"/>
    <w:rsid w:val="0047598D"/>
    <w:rsid w:val="004840FD"/>
    <w:rsid w:val="00490F7D"/>
    <w:rsid w:val="00491678"/>
    <w:rsid w:val="004968E2"/>
    <w:rsid w:val="004A3EEA"/>
    <w:rsid w:val="004A4D1F"/>
    <w:rsid w:val="004D5282"/>
    <w:rsid w:val="004E02DF"/>
    <w:rsid w:val="004E1314"/>
    <w:rsid w:val="004F1551"/>
    <w:rsid w:val="004F55A3"/>
    <w:rsid w:val="0050496F"/>
    <w:rsid w:val="00513B6F"/>
    <w:rsid w:val="00517C63"/>
    <w:rsid w:val="00526C94"/>
    <w:rsid w:val="00530E73"/>
    <w:rsid w:val="005363C4"/>
    <w:rsid w:val="00536BDE"/>
    <w:rsid w:val="00543ACC"/>
    <w:rsid w:val="00544219"/>
    <w:rsid w:val="005469E7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0C68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A1E9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29A"/>
    <w:rsid w:val="0078168C"/>
    <w:rsid w:val="00786978"/>
    <w:rsid w:val="00787C2A"/>
    <w:rsid w:val="00790E27"/>
    <w:rsid w:val="007A4022"/>
    <w:rsid w:val="007A6E6E"/>
    <w:rsid w:val="007A6F4E"/>
    <w:rsid w:val="007B6AF1"/>
    <w:rsid w:val="007C3299"/>
    <w:rsid w:val="007C3BCC"/>
    <w:rsid w:val="007C4546"/>
    <w:rsid w:val="007D6E56"/>
    <w:rsid w:val="007F1652"/>
    <w:rsid w:val="007F4155"/>
    <w:rsid w:val="00807097"/>
    <w:rsid w:val="0081554D"/>
    <w:rsid w:val="0081707E"/>
    <w:rsid w:val="008449B3"/>
    <w:rsid w:val="0085747A"/>
    <w:rsid w:val="0086254C"/>
    <w:rsid w:val="00884922"/>
    <w:rsid w:val="00884BE7"/>
    <w:rsid w:val="00885F64"/>
    <w:rsid w:val="008917F9"/>
    <w:rsid w:val="00896A62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3C71"/>
    <w:rsid w:val="008F6E29"/>
    <w:rsid w:val="00916188"/>
    <w:rsid w:val="00923D7D"/>
    <w:rsid w:val="00947598"/>
    <w:rsid w:val="009508DF"/>
    <w:rsid w:val="00950DAC"/>
    <w:rsid w:val="00954838"/>
    <w:rsid w:val="00954A07"/>
    <w:rsid w:val="009606E3"/>
    <w:rsid w:val="00997F14"/>
    <w:rsid w:val="009A78D9"/>
    <w:rsid w:val="009B051C"/>
    <w:rsid w:val="009C1331"/>
    <w:rsid w:val="009C3E31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C7D7F"/>
    <w:rsid w:val="00AD1146"/>
    <w:rsid w:val="00AD27D3"/>
    <w:rsid w:val="00AD66D6"/>
    <w:rsid w:val="00AE1160"/>
    <w:rsid w:val="00AE203C"/>
    <w:rsid w:val="00AE2E74"/>
    <w:rsid w:val="00AE5FCB"/>
    <w:rsid w:val="00AF2C1E"/>
    <w:rsid w:val="00B0422F"/>
    <w:rsid w:val="00B06142"/>
    <w:rsid w:val="00B135B1"/>
    <w:rsid w:val="00B3130B"/>
    <w:rsid w:val="00B40ADB"/>
    <w:rsid w:val="00B43B77"/>
    <w:rsid w:val="00B43E80"/>
    <w:rsid w:val="00B60242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2E0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832"/>
    <w:rsid w:val="00D74119"/>
    <w:rsid w:val="00D8075B"/>
    <w:rsid w:val="00D85EFD"/>
    <w:rsid w:val="00D8678B"/>
    <w:rsid w:val="00D92835"/>
    <w:rsid w:val="00DA2114"/>
    <w:rsid w:val="00DB6D77"/>
    <w:rsid w:val="00DD3DCF"/>
    <w:rsid w:val="00DE065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217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278"/>
    <w:rsid w:val="00F526AF"/>
    <w:rsid w:val="00F617C3"/>
    <w:rsid w:val="00F66565"/>
    <w:rsid w:val="00F7066B"/>
    <w:rsid w:val="00F762A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B5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5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5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51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51C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5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5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51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51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ACCFB-5833-4513-B217-807F8E4AC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4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5</cp:revision>
  <cp:lastPrinted>2019-02-06T12:12:00Z</cp:lastPrinted>
  <dcterms:created xsi:type="dcterms:W3CDTF">2024-09-15T12:26:00Z</dcterms:created>
  <dcterms:modified xsi:type="dcterms:W3CDTF">2024-09-19T16:42:00Z</dcterms:modified>
</cp:coreProperties>
</file>